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6F7B64" w14:textId="282D3FD7" w:rsidR="009968CE" w:rsidRDefault="00202F98">
      <w:pPr>
        <w:jc w:val="center"/>
        <w:rPr>
          <w:rFonts w:ascii="华文中宋" w:eastAsia="华文中宋" w:hAnsi="华文中宋" w:hint="eastAsia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食品学院</w:t>
      </w:r>
      <w:r w:rsidR="00000000">
        <w:rPr>
          <w:rFonts w:ascii="华文中宋" w:eastAsia="华文中宋" w:hAnsi="华文中宋" w:hint="eastAsia"/>
          <w:b/>
          <w:sz w:val="28"/>
          <w:szCs w:val="28"/>
          <w:lang w:eastAsia="zh-CN"/>
        </w:rPr>
        <w:t>“模范引领计划”</w:t>
      </w:r>
      <w:r w:rsidR="00004599">
        <w:rPr>
          <w:rFonts w:ascii="华文中宋" w:eastAsia="华文中宋" w:hAnsi="华文中宋" w:hint="eastAsia"/>
          <w:b/>
          <w:sz w:val="28"/>
          <w:szCs w:val="28"/>
          <w:lang w:eastAsia="zh-CN"/>
        </w:rPr>
        <w:t>个人</w:t>
      </w:r>
      <w:r w:rsidR="00000000">
        <w:rPr>
          <w:rFonts w:ascii="华文中宋" w:eastAsia="华文中宋" w:hAnsi="华文中宋" w:hint="eastAsia"/>
          <w:b/>
          <w:sz w:val="28"/>
          <w:szCs w:val="28"/>
          <w:lang w:eastAsia="zh-CN"/>
        </w:rPr>
        <w:t>申请表</w:t>
      </w:r>
    </w:p>
    <w:p w14:paraId="74DDA35C" w14:textId="77777777" w:rsidR="009968CE" w:rsidRDefault="00000000">
      <w:pPr>
        <w:ind w:right="360"/>
        <w:jc w:val="center"/>
        <w:rPr>
          <w:rFonts w:eastAsia="宋体"/>
          <w:lang w:eastAsia="zh-CN"/>
        </w:rPr>
      </w:pPr>
      <w:r>
        <w:rPr>
          <w:rFonts w:ascii="华文中宋" w:eastAsia="华文中宋" w:hAnsi="华文中宋" w:hint="eastAsia"/>
          <w:bCs/>
          <w:lang w:eastAsia="zh-CN"/>
        </w:rPr>
        <w:t>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    </w:t>
      </w:r>
      <w:r>
        <w:rPr>
          <w:rFonts w:ascii="华文中宋" w:eastAsia="华文中宋" w:hAnsi="华文中宋" w:hint="eastAsia"/>
          <w:bCs/>
          <w:lang w:eastAsia="zh-CN"/>
        </w:rPr>
        <w:t>奖</w:t>
      </w: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610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:rsidR="009968CE" w14:paraId="7B04676B" w14:textId="77777777">
        <w:trPr>
          <w:trHeight w:val="567"/>
        </w:trPr>
        <w:tc>
          <w:tcPr>
            <w:tcW w:w="1331" w:type="dxa"/>
            <w:gridSpan w:val="2"/>
            <w:vAlign w:val="center"/>
          </w:tcPr>
          <w:p w14:paraId="75D1002C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575" w:type="dxa"/>
            <w:vAlign w:val="center"/>
          </w:tcPr>
          <w:p w14:paraId="6E008CA5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945" w:type="dxa"/>
            <w:vAlign w:val="center"/>
          </w:tcPr>
          <w:p w14:paraId="26208F1A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14:paraId="4A1EA758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1506BF13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3EDD0927" w14:textId="77777777" w:rsidR="009968CE" w:rsidRDefault="009968CE">
            <w:pPr>
              <w:jc w:val="both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0B5016C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小一寸相片</w:t>
            </w:r>
          </w:p>
        </w:tc>
      </w:tr>
      <w:tr w:rsidR="009968CE" w14:paraId="071A8CD9" w14:textId="77777777">
        <w:trPr>
          <w:trHeight w:val="744"/>
        </w:trPr>
        <w:tc>
          <w:tcPr>
            <w:tcW w:w="1331" w:type="dxa"/>
            <w:gridSpan w:val="2"/>
            <w:vAlign w:val="center"/>
          </w:tcPr>
          <w:p w14:paraId="7300763E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73C52AD2" w14:textId="77777777" w:rsidR="009968CE" w:rsidRDefault="009968CE">
            <w:pPr>
              <w:jc w:val="both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6E08B5B2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5F2F4DCC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704" w:type="dxa"/>
            <w:vMerge/>
            <w:vAlign w:val="center"/>
          </w:tcPr>
          <w:p w14:paraId="34C866BF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9968CE" w14:paraId="737FA891" w14:textId="77777777">
        <w:trPr>
          <w:trHeight w:val="880"/>
        </w:trPr>
        <w:tc>
          <w:tcPr>
            <w:tcW w:w="1331" w:type="dxa"/>
            <w:gridSpan w:val="2"/>
            <w:vAlign w:val="center"/>
          </w:tcPr>
          <w:p w14:paraId="209A240C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54659136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5780AEF0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7EC423B8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704" w:type="dxa"/>
            <w:vMerge/>
            <w:vAlign w:val="center"/>
          </w:tcPr>
          <w:p w14:paraId="459B57AF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9968CE" w14:paraId="0A75822D" w14:textId="77777777">
        <w:trPr>
          <w:trHeight w:hRule="exact" w:val="700"/>
        </w:trPr>
        <w:tc>
          <w:tcPr>
            <w:tcW w:w="1331" w:type="dxa"/>
            <w:gridSpan w:val="2"/>
            <w:vAlign w:val="center"/>
          </w:tcPr>
          <w:p w14:paraId="0372B445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专业</w:t>
            </w:r>
          </w:p>
          <w:p w14:paraId="627A7CA0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14:paraId="100C03DC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884" w:type="dxa"/>
            <w:gridSpan w:val="3"/>
            <w:vAlign w:val="center"/>
          </w:tcPr>
          <w:p w14:paraId="37FCBA75" w14:textId="1BBEB5D8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往届</w:t>
            </w:r>
            <w:r w:rsidR="00B02178">
              <w:rPr>
                <w:rFonts w:ascii="仿宋_GB2312" w:eastAsia="仿宋_GB2312" w:hAnsi="仿宋_GB2312" w:cs="仿宋_GB2312" w:hint="eastAsia"/>
                <w:lang w:eastAsia="zh-CN"/>
              </w:rPr>
              <w:t>模范引领</w:t>
            </w:r>
            <w:r w:rsidR="00202F98">
              <w:rPr>
                <w:rFonts w:ascii="仿宋_GB2312" w:eastAsia="仿宋_GB2312" w:hAnsi="仿宋_GB2312" w:cs="仿宋_GB2312" w:hint="eastAsia"/>
                <w:lang w:eastAsia="zh-CN"/>
              </w:rPr>
              <w:t>计划</w:t>
            </w:r>
            <w:r w:rsidR="00B02178">
              <w:rPr>
                <w:rFonts w:ascii="仿宋_GB2312" w:eastAsia="仿宋_GB2312" w:hAnsi="仿宋_GB2312" w:cs="仿宋_GB2312" w:hint="eastAsia"/>
                <w:lang w:eastAsia="zh-CN"/>
              </w:rPr>
              <w:t>获奖情况</w:t>
            </w:r>
          </w:p>
          <w:p w14:paraId="7589E26F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45C0A48D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9968CE" w14:paraId="16E9E665" w14:textId="77777777">
        <w:trPr>
          <w:cantSplit/>
          <w:trHeight w:hRule="exact" w:val="716"/>
        </w:trPr>
        <w:tc>
          <w:tcPr>
            <w:tcW w:w="1331" w:type="dxa"/>
            <w:gridSpan w:val="2"/>
            <w:vAlign w:val="center"/>
          </w:tcPr>
          <w:p w14:paraId="590FC0BA" w14:textId="77777777" w:rsidR="009968CE" w:rsidRDefault="00000000">
            <w:pPr>
              <w:jc w:val="both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4C618B3E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5527A409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有无违规违纪</w:t>
            </w:r>
          </w:p>
          <w:p w14:paraId="6CCCD74A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096C32EA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 ）  无（ ）</w:t>
            </w:r>
          </w:p>
        </w:tc>
      </w:tr>
      <w:tr w:rsidR="009968CE" w14:paraId="0711EE21" w14:textId="77777777">
        <w:trPr>
          <w:cantSplit/>
          <w:trHeight w:hRule="exact" w:val="815"/>
        </w:trPr>
        <w:tc>
          <w:tcPr>
            <w:tcW w:w="8480" w:type="dxa"/>
            <w:gridSpan w:val="11"/>
            <w:vAlign w:val="center"/>
          </w:tcPr>
          <w:p w14:paraId="26386AB0" w14:textId="0C8AD09C" w:rsidR="009968CE" w:rsidRDefault="00000000">
            <w:pPr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学业状况：学业</w:t>
            </w:r>
            <w:proofErr w:type="gramStart"/>
            <w:r>
              <w:rPr>
                <w:rFonts w:ascii="仿宋_GB2312" w:eastAsia="仿宋_GB2312" w:hAnsi="仿宋_GB2312" w:cs="仿宋_GB2312" w:hint="eastAsia"/>
                <w:lang w:eastAsia="zh-CN"/>
              </w:rPr>
              <w:t>平均绩点</w:t>
            </w:r>
            <w:r>
              <w:rPr>
                <w:rFonts w:ascii="仿宋_GB2312" w:eastAsia="仿宋_GB2312" w:hAnsi="仿宋_GB2312" w:cs="仿宋_GB2312"/>
                <w:lang w:eastAsia="zh-CN"/>
              </w:rPr>
              <w:t>排名</w:t>
            </w:r>
            <w:proofErr w:type="gramEnd"/>
            <w:r>
              <w:rPr>
                <w:rFonts w:ascii="仿宋_GB2312" w:eastAsia="仿宋_GB2312" w:hAnsi="仿宋_GB2312" w:cs="仿宋_GB2312"/>
                <w:lang w:eastAsia="zh-CN"/>
              </w:rPr>
              <w:t>：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/  </w:t>
            </w:r>
            <w:r w:rsidR="00B02178">
              <w:rPr>
                <w:rFonts w:ascii="仿宋_GB2312" w:eastAsia="仿宋_GB2312" w:hAnsi="仿宋_GB2312" w:cs="仿宋_GB2312" w:hint="eastAsia"/>
                <w:lang w:eastAsia="zh-CN"/>
              </w:rPr>
              <w:t xml:space="preserve">   ，</w:t>
            </w:r>
            <w:r w:rsidR="00004599">
              <w:rPr>
                <w:rFonts w:ascii="仿宋_GB2312" w:eastAsia="仿宋_GB2312" w:hAnsi="仿宋_GB2312" w:cs="仿宋_GB2312"/>
                <w:lang w:eastAsia="zh-CN"/>
              </w:rPr>
              <w:t>20</w:t>
            </w:r>
            <w:r w:rsidR="00004599">
              <w:rPr>
                <w:rFonts w:ascii="仿宋_GB2312" w:eastAsia="仿宋_GB2312" w:hAnsi="仿宋_GB2312" w:cs="仿宋_GB2312" w:hint="eastAsia"/>
                <w:lang w:eastAsia="zh-CN"/>
              </w:rPr>
              <w:t>2</w:t>
            </w:r>
            <w:r w:rsidR="00004599">
              <w:rPr>
                <w:rFonts w:ascii="仿宋_GB2312" w:eastAsia="仿宋_GB2312" w:hAnsi="仿宋_GB2312" w:cs="仿宋_GB2312" w:hint="eastAsia"/>
                <w:lang w:eastAsia="zh-CN"/>
              </w:rPr>
              <w:t>3</w:t>
            </w:r>
            <w:r w:rsidR="00004599">
              <w:rPr>
                <w:rFonts w:ascii="仿宋_GB2312" w:eastAsia="仿宋_GB2312" w:hAnsi="仿宋_GB2312" w:cs="仿宋_GB2312"/>
                <w:lang w:eastAsia="zh-CN"/>
              </w:rPr>
              <w:t>-202</w:t>
            </w:r>
            <w:r w:rsidR="00004599">
              <w:rPr>
                <w:rFonts w:ascii="仿宋_GB2312" w:eastAsia="仿宋_GB2312" w:hAnsi="仿宋_GB2312" w:cs="仿宋_GB2312" w:hint="eastAsia"/>
                <w:lang w:eastAsia="zh-CN"/>
              </w:rPr>
              <w:t>4</w:t>
            </w:r>
            <w:r w:rsidR="00004599"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  <w:proofErr w:type="gramStart"/>
            <w:r w:rsidR="00004599">
              <w:rPr>
                <w:rFonts w:ascii="仿宋_GB2312" w:eastAsia="仿宋_GB2312" w:hAnsi="仿宋_GB2312" w:cs="仿宋_GB2312" w:hint="eastAsia"/>
                <w:lang w:eastAsia="zh-CN"/>
              </w:rPr>
              <w:t>年度</w:t>
            </w:r>
            <w:r w:rsidR="00004599">
              <w:rPr>
                <w:rFonts w:ascii="仿宋_GB2312" w:eastAsia="仿宋_GB2312" w:hAnsi="仿宋_GB2312" w:cs="仿宋_GB2312" w:hint="eastAsia"/>
                <w:lang w:eastAsia="zh-CN"/>
              </w:rPr>
              <w:t>综测排名</w:t>
            </w:r>
            <w:proofErr w:type="gramEnd"/>
            <w:r w:rsidR="00004599">
              <w:rPr>
                <w:rFonts w:ascii="仿宋_GB2312" w:eastAsia="仿宋_GB2312" w:hAnsi="仿宋_GB2312" w:cs="仿宋_GB2312"/>
                <w:lang w:eastAsia="zh-CN"/>
              </w:rPr>
              <w:t>：</w:t>
            </w:r>
            <w:r w:rsidR="00004599">
              <w:rPr>
                <w:rFonts w:ascii="仿宋_GB2312" w:eastAsia="仿宋_GB2312" w:hAnsi="仿宋_GB2312" w:cs="仿宋_GB2312" w:hint="eastAsia"/>
                <w:lang w:eastAsia="zh-CN"/>
              </w:rPr>
              <w:t xml:space="preserve">  /     </w:t>
            </w:r>
          </w:p>
          <w:p w14:paraId="5D61AC0A" w14:textId="77777777" w:rsidR="009968CE" w:rsidRDefault="00000000">
            <w:pPr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20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24</w:t>
            </w:r>
            <w:r>
              <w:rPr>
                <w:rFonts w:ascii="仿宋_GB2312" w:eastAsia="仿宋_GB2312" w:hAnsi="仿宋_GB2312" w:cs="仿宋_GB2312"/>
                <w:lang w:eastAsia="zh-CN"/>
              </w:rPr>
              <w:t>-202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5学年度有无不及格科目： 有（ ） 无（ ）  </w:t>
            </w:r>
          </w:p>
        </w:tc>
      </w:tr>
      <w:tr w:rsidR="009968CE" w14:paraId="118D44FA" w14:textId="77777777">
        <w:trPr>
          <w:cantSplit/>
          <w:trHeight w:val="6607"/>
        </w:trPr>
        <w:tc>
          <w:tcPr>
            <w:tcW w:w="721" w:type="dxa"/>
            <w:vAlign w:val="center"/>
          </w:tcPr>
          <w:p w14:paraId="55E90A14" w14:textId="77777777" w:rsidR="009968CE" w:rsidRDefault="00000000">
            <w:pPr>
              <w:rPr>
                <w:rFonts w:ascii="仿宋_GB2312" w:eastAsia="仿宋_GB2312" w:hAnsi="黑体" w:cs="仿宋_GB2312" w:hint="eastAsia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个</w:t>
            </w:r>
          </w:p>
          <w:p w14:paraId="683493E7" w14:textId="77777777" w:rsidR="009968CE" w:rsidRDefault="00000000">
            <w:pPr>
              <w:rPr>
                <w:rFonts w:ascii="仿宋_GB2312" w:eastAsia="仿宋_GB2312" w:hAnsi="黑体" w:cs="仿宋_GB2312" w:hint="eastAsia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人</w:t>
            </w:r>
          </w:p>
          <w:p w14:paraId="441B01AC" w14:textId="77777777" w:rsidR="009968CE" w:rsidRDefault="00000000">
            <w:pPr>
              <w:rPr>
                <w:rFonts w:ascii="仿宋_GB2312" w:eastAsia="仿宋_GB2312" w:hAnsi="黑体" w:cs="仿宋_GB2312" w:hint="eastAsia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事</w:t>
            </w:r>
          </w:p>
          <w:p w14:paraId="5B1C0DE2" w14:textId="77777777" w:rsidR="009968CE" w:rsidRDefault="00000000">
            <w:pPr>
              <w:rPr>
                <w:rFonts w:ascii="仿宋_GB2312" w:eastAsia="仿宋_GB2312" w:hAnsi="黑体" w:cs="仿宋_GB2312" w:hint="eastAsia"/>
                <w:lang w:eastAsia="zh-CN"/>
              </w:rPr>
            </w:pPr>
            <w:proofErr w:type="gramStart"/>
            <w:r>
              <w:rPr>
                <w:rFonts w:ascii="仿宋_GB2312" w:eastAsia="仿宋_GB2312" w:hAnsi="黑体" w:cs="仿宋_GB2312" w:hint="eastAsia"/>
                <w:lang w:eastAsia="zh-CN"/>
              </w:rPr>
              <w:t>迹</w:t>
            </w:r>
            <w:proofErr w:type="gramEnd"/>
          </w:p>
          <w:p w14:paraId="5E4D6E3E" w14:textId="77777777" w:rsidR="009968CE" w:rsidRDefault="009968CE">
            <w:pPr>
              <w:jc w:val="center"/>
              <w:rPr>
                <w:rFonts w:ascii="仿宋_GB2312" w:eastAsia="仿宋_GB2312" w:hAnsi="黑体" w:cs="仿宋_GB2312" w:hint="eastAsia"/>
                <w:lang w:eastAsia="zh-CN"/>
              </w:rPr>
            </w:pPr>
          </w:p>
          <w:p w14:paraId="5B8B23E1" w14:textId="77777777" w:rsidR="009968CE" w:rsidRDefault="00000000">
            <w:pPr>
              <w:jc w:val="center"/>
              <w:rPr>
                <w:rFonts w:ascii="仿宋_GB2312" w:eastAsia="仿宋_GB2312" w:hAnsi="黑体" w:cs="仿宋_GB2312" w:hint="eastAsia"/>
              </w:rPr>
            </w:pPr>
            <w:r>
              <w:rPr>
                <w:rFonts w:ascii="仿宋_GB2312" w:eastAsia="仿宋_GB2312" w:hAnsi="黑体" w:cs="仿宋_GB2312" w:hint="eastAsia"/>
              </w:rPr>
              <w:t xml:space="preserve">                                  </w:t>
            </w:r>
          </w:p>
          <w:p w14:paraId="03EC4309" w14:textId="77777777" w:rsidR="009968CE" w:rsidRDefault="00000000">
            <w:pPr>
              <w:jc w:val="center"/>
              <w:rPr>
                <w:rFonts w:ascii="仿宋_GB2312" w:eastAsia="仿宋_GB2312" w:hAnsi="黑体" w:cs="仿宋_GB2312" w:hint="eastAsia"/>
              </w:rPr>
            </w:pPr>
            <w:r>
              <w:rPr>
                <w:rFonts w:ascii="仿宋_GB2312" w:eastAsia="仿宋_GB2312" w:hAnsi="黑体" w:cs="仿宋_GB2312" w:hint="eastAsia"/>
              </w:rPr>
              <w:t xml:space="preserve">                               </w:t>
            </w:r>
          </w:p>
          <w:p w14:paraId="19D47103" w14:textId="77777777" w:rsidR="009968CE" w:rsidRDefault="009968CE">
            <w:pPr>
              <w:jc w:val="center"/>
              <w:rPr>
                <w:rFonts w:ascii="仿宋_GB2312" w:eastAsia="仿宋_GB2312" w:hAnsi="黑体" w:cs="仿宋_GB2312" w:hint="eastAsia"/>
              </w:rPr>
            </w:pPr>
          </w:p>
          <w:p w14:paraId="0600312C" w14:textId="77777777" w:rsidR="009968CE" w:rsidRDefault="009968CE">
            <w:pPr>
              <w:jc w:val="center"/>
              <w:rPr>
                <w:rFonts w:ascii="仿宋_GB2312" w:eastAsia="仿宋_GB2312" w:hAnsi="黑体" w:cs="仿宋_GB2312" w:hint="eastAsia"/>
              </w:rPr>
            </w:pPr>
          </w:p>
          <w:p w14:paraId="506B177C" w14:textId="77777777" w:rsidR="009968CE" w:rsidRDefault="009968CE">
            <w:pPr>
              <w:jc w:val="center"/>
              <w:rPr>
                <w:rFonts w:ascii="仿宋_GB2312" w:eastAsia="仿宋_GB2312" w:hAnsi="黑体" w:cs="仿宋_GB2312" w:hint="eastAsia"/>
              </w:rPr>
            </w:pPr>
          </w:p>
          <w:p w14:paraId="3770DA39" w14:textId="77777777" w:rsidR="009968CE" w:rsidRDefault="009968CE">
            <w:pPr>
              <w:rPr>
                <w:rFonts w:ascii="仿宋_GB2312" w:eastAsia="仿宋_GB2312" w:hAnsi="黑体" w:cs="仿宋_GB2312" w:hint="eastAsia"/>
              </w:rPr>
            </w:pPr>
          </w:p>
        </w:tc>
        <w:tc>
          <w:tcPr>
            <w:tcW w:w="7759" w:type="dxa"/>
            <w:gridSpan w:val="10"/>
            <w:vAlign w:val="center"/>
          </w:tcPr>
          <w:p w14:paraId="7F707EF1" w14:textId="77777777" w:rsidR="009968CE" w:rsidRDefault="00000000">
            <w:pPr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/>
              </w:rPr>
              <w:t>个人事迹简述</w:t>
            </w:r>
            <w:r>
              <w:rPr>
                <w:rFonts w:ascii="仿宋_GB2312" w:eastAsia="仿宋_GB2312" w:hAnsi="仿宋_GB2312" w:cs="仿宋_GB2312" w:hint="eastAsia"/>
              </w:rPr>
              <w:t>（</w:t>
            </w:r>
            <w:r>
              <w:rPr>
                <w:rFonts w:ascii="仿宋_GB2312" w:eastAsia="仿宋_GB2312" w:hAnsi="仿宋_GB2312" w:cs="仿宋_GB2312"/>
              </w:rPr>
              <w:t>500</w:t>
            </w:r>
            <w:r>
              <w:rPr>
                <w:rFonts w:ascii="仿宋_GB2312" w:eastAsia="仿宋_GB2312" w:hAnsi="仿宋_GB2312" w:cs="仿宋_GB2312" w:hint="eastAsia"/>
              </w:rPr>
              <w:t>字）。</w:t>
            </w:r>
          </w:p>
          <w:p w14:paraId="19C2D346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</w:t>
            </w:r>
          </w:p>
          <w:p w14:paraId="622FD14F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</w:t>
            </w:r>
          </w:p>
          <w:p w14:paraId="5F7DBC55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75AEF3A6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53C62149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72F7E2A1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2ABE3705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5E519075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7A1FC9F1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309322E7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17AED79B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29920710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6225BBAA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5C9D5434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1AB43ADD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0F430050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186FB03E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0FC8F053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2AB863AA" w14:textId="77777777" w:rsidR="009968CE" w:rsidRDefault="009968CE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7ED43D7B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</w:t>
            </w:r>
          </w:p>
          <w:p w14:paraId="2F4797E3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申请</w:t>
            </w:r>
            <w:r>
              <w:rPr>
                <w:rFonts w:ascii="仿宋_GB2312" w:eastAsia="仿宋_GB2312" w:hAnsi="仿宋_GB2312" w:cs="仿宋_GB2312" w:hint="eastAsia"/>
              </w:rPr>
              <w:t>人签字：</w:t>
            </w:r>
          </w:p>
          <w:p w14:paraId="689AB136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       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9968CE" w14:paraId="6ED64626" w14:textId="77777777" w:rsidTr="00004599">
        <w:trPr>
          <w:trHeight w:val="3251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739BF4EC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班</w:t>
            </w:r>
          </w:p>
          <w:p w14:paraId="410FF43A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主</w:t>
            </w:r>
          </w:p>
          <w:p w14:paraId="1C191D87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任</w:t>
            </w:r>
          </w:p>
          <w:p w14:paraId="0A8E9053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14:paraId="1A43702F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14:paraId="28337F1C" w14:textId="77777777" w:rsidR="009968CE" w:rsidRDefault="009968CE">
            <w:pPr>
              <w:rPr>
                <w:rFonts w:ascii="仿宋_GB2312" w:eastAsia="仿宋_GB2312" w:hAnsi="仿宋_GB2312" w:cs="仿宋_GB2312" w:hint="eastAsia"/>
              </w:rPr>
            </w:pPr>
          </w:p>
          <w:p w14:paraId="5AA02C50" w14:textId="77777777" w:rsidR="009968CE" w:rsidRDefault="009968CE">
            <w:pPr>
              <w:ind w:firstLineChars="1900" w:firstLine="4560"/>
              <w:rPr>
                <w:rFonts w:ascii="仿宋_GB2312" w:eastAsia="仿宋_GB2312" w:hAnsi="仿宋_GB2312" w:cs="仿宋_GB2312" w:hint="eastAsia"/>
              </w:rPr>
            </w:pPr>
          </w:p>
          <w:p w14:paraId="4DD0DC6B" w14:textId="77777777" w:rsidR="009968CE" w:rsidRDefault="00000000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14:paraId="06E59CAE" w14:textId="77777777" w:rsidR="00004599" w:rsidRDefault="00004599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0B5F83C3" w14:textId="77777777" w:rsidR="00004599" w:rsidRDefault="00004599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5FA93C43" w14:textId="77777777" w:rsidR="00004599" w:rsidRDefault="00004599">
            <w:pPr>
              <w:ind w:firstLineChars="1600" w:firstLine="3840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60A4C92A" w14:textId="77777777" w:rsidR="009968CE" w:rsidRDefault="00000000">
            <w:pPr>
              <w:ind w:firstLineChars="1600" w:firstLine="3840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</w:p>
          <w:p w14:paraId="2CC6375C" w14:textId="77777777" w:rsidR="009968CE" w:rsidRDefault="00000000">
            <w:pPr>
              <w:ind w:firstLineChars="1600" w:firstLine="3840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</w:rPr>
              <w:t>班主任签字：</w:t>
            </w:r>
          </w:p>
          <w:p w14:paraId="4B469BDD" w14:textId="77777777" w:rsidR="009968CE" w:rsidRDefault="00000000">
            <w:pPr>
              <w:ind w:firstLineChars="2000" w:firstLine="4800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9968CE" w14:paraId="2823E654" w14:textId="77777777" w:rsidTr="00004599">
        <w:trPr>
          <w:cantSplit/>
          <w:trHeight w:val="3531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2D4E09FB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14:paraId="25E1A47F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院</w:t>
            </w:r>
          </w:p>
          <w:p w14:paraId="5C706C75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14:paraId="5FFDB9EA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14:paraId="23D2380D" w14:textId="77777777" w:rsidR="009968CE" w:rsidRDefault="009968CE" w:rsidP="00004599">
            <w:pPr>
              <w:jc w:val="both"/>
              <w:rPr>
                <w:rFonts w:ascii="仿宋_GB2312" w:eastAsia="仿宋_GB2312" w:hAnsi="仿宋_GB2312" w:cs="仿宋_GB2312" w:hint="eastAsia"/>
              </w:rPr>
            </w:pPr>
          </w:p>
          <w:p w14:paraId="52BD0FBB" w14:textId="77777777" w:rsidR="009968CE" w:rsidRDefault="00000000" w:rsidP="00004599">
            <w:pPr>
              <w:ind w:firstLine="480"/>
              <w:jc w:val="both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经审核，情况属实，同意推荐。</w:t>
            </w:r>
          </w:p>
          <w:p w14:paraId="3A115DF0" w14:textId="77777777" w:rsidR="009968CE" w:rsidRDefault="009968CE" w:rsidP="00004599">
            <w:pPr>
              <w:ind w:firstLine="480"/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52CF546A" w14:textId="77777777" w:rsidR="00004599" w:rsidRDefault="00004599" w:rsidP="00004599">
            <w:pPr>
              <w:ind w:firstLine="480"/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7C954D1A" w14:textId="77777777" w:rsidR="00004599" w:rsidRDefault="00004599" w:rsidP="00004599">
            <w:pPr>
              <w:ind w:firstLine="480"/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6E53EF54" w14:textId="77777777" w:rsidR="00004599" w:rsidRDefault="00004599" w:rsidP="00004599">
            <w:pPr>
              <w:ind w:firstLine="480"/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253A4A63" w14:textId="77777777" w:rsidR="00004599" w:rsidRDefault="00004599" w:rsidP="00004599">
            <w:pPr>
              <w:ind w:firstLine="480"/>
              <w:jc w:val="both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474D9455" w14:textId="77777777" w:rsidR="009968CE" w:rsidRDefault="00000000" w:rsidP="00004599">
            <w:pPr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学院党委副书记</w:t>
            </w:r>
            <w:r>
              <w:rPr>
                <w:rFonts w:ascii="仿宋_GB2312" w:eastAsia="仿宋_GB2312" w:hAnsi="仿宋_GB2312" w:cs="仿宋_GB2312" w:hint="eastAsia"/>
              </w:rPr>
              <w:t>签字：</w:t>
            </w:r>
          </w:p>
          <w:p w14:paraId="06405A0C" w14:textId="77777777" w:rsidR="009968CE" w:rsidRDefault="00000000" w:rsidP="00004599">
            <w:pPr>
              <w:ind w:firstLineChars="1800" w:firstLine="4320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14:paraId="6DCB37AD" w14:textId="77777777" w:rsidR="009968CE" w:rsidRDefault="00000000" w:rsidP="00004599">
            <w:pPr>
              <w:ind w:firstLineChars="2000" w:firstLine="4800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9968CE" w14:paraId="011EE05C" w14:textId="77777777" w:rsidTr="00004599">
        <w:trPr>
          <w:cantSplit/>
          <w:trHeight w:val="4390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0447EF5F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14:paraId="56B6D498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工</w:t>
            </w:r>
          </w:p>
          <w:p w14:paraId="3F06B731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部</w:t>
            </w:r>
          </w:p>
          <w:p w14:paraId="7FAEA2D2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14:paraId="69A95230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  <w:vAlign w:val="bottom"/>
          </w:tcPr>
          <w:p w14:paraId="1FC2FE0A" w14:textId="77777777" w:rsidR="009968CE" w:rsidRDefault="009968CE" w:rsidP="00004599">
            <w:pPr>
              <w:jc w:val="both"/>
              <w:rPr>
                <w:rFonts w:ascii="仿宋_GB2312" w:eastAsia="仿宋_GB2312" w:hAnsi="仿宋_GB2312" w:cs="仿宋_GB2312" w:hint="eastAsia"/>
              </w:rPr>
            </w:pPr>
          </w:p>
          <w:p w14:paraId="1698901D" w14:textId="77777777" w:rsidR="009968CE" w:rsidRDefault="009968CE" w:rsidP="00004599">
            <w:pPr>
              <w:jc w:val="both"/>
              <w:rPr>
                <w:rFonts w:ascii="仿宋_GB2312" w:eastAsia="仿宋_GB2312" w:hAnsi="仿宋_GB2312" w:cs="仿宋_GB2312" w:hint="eastAsia"/>
              </w:rPr>
            </w:pPr>
          </w:p>
          <w:p w14:paraId="75DD7123" w14:textId="77777777" w:rsidR="009968CE" w:rsidRDefault="009968CE" w:rsidP="00004599">
            <w:pPr>
              <w:jc w:val="both"/>
              <w:rPr>
                <w:rFonts w:ascii="仿宋_GB2312" w:eastAsia="仿宋_GB2312" w:hAnsi="仿宋_GB2312" w:cs="仿宋_GB2312" w:hint="eastAsia"/>
              </w:rPr>
            </w:pPr>
          </w:p>
          <w:p w14:paraId="4B4A4C4B" w14:textId="77777777" w:rsidR="009968CE" w:rsidRDefault="009968CE" w:rsidP="00004599">
            <w:pPr>
              <w:ind w:firstLineChars="1300" w:firstLine="3120"/>
              <w:jc w:val="both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14:paraId="7C5DA765" w14:textId="77777777" w:rsidR="009968CE" w:rsidRDefault="00000000" w:rsidP="00004599">
            <w:pPr>
              <w:ind w:firstLineChars="1300" w:firstLine="3120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公章</w:t>
            </w:r>
          </w:p>
          <w:p w14:paraId="2FEBB8D7" w14:textId="77777777" w:rsidR="009968CE" w:rsidRDefault="00000000" w:rsidP="00004599">
            <w:pPr>
              <w:ind w:firstLineChars="2000" w:firstLine="4800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9968CE" w14:paraId="6B848632" w14:textId="77777777">
        <w:trPr>
          <w:cantSplit/>
          <w:trHeight w:val="1880"/>
        </w:trPr>
        <w:tc>
          <w:tcPr>
            <w:tcW w:w="721" w:type="dxa"/>
            <w:vAlign w:val="center"/>
          </w:tcPr>
          <w:p w14:paraId="1891CB24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14:paraId="2C2AF3E1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校</w:t>
            </w:r>
          </w:p>
          <w:p w14:paraId="06DACEE1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14:paraId="133F3830" w14:textId="77777777" w:rsidR="009968CE" w:rsidRDefault="00000000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</w:tcPr>
          <w:p w14:paraId="7B5B4C3C" w14:textId="77777777" w:rsidR="009968CE" w:rsidRDefault="009968CE">
            <w:pPr>
              <w:ind w:firstLine="480"/>
              <w:rPr>
                <w:rFonts w:ascii="仿宋_GB2312" w:eastAsia="仿宋_GB2312" w:hAnsi="仿宋_GB2312" w:cs="仿宋_GB2312" w:hint="eastAsia"/>
              </w:rPr>
            </w:pPr>
          </w:p>
          <w:p w14:paraId="7888843B" w14:textId="77777777" w:rsidR="009968CE" w:rsidRDefault="009968CE">
            <w:pPr>
              <w:ind w:firstLineChars="2100" w:firstLine="5040"/>
              <w:rPr>
                <w:rFonts w:ascii="仿宋_GB2312" w:eastAsia="仿宋_GB2312" w:hAnsi="仿宋_GB2312" w:cs="仿宋_GB2312" w:hint="eastAsia"/>
              </w:rPr>
            </w:pPr>
          </w:p>
          <w:p w14:paraId="2845B95B" w14:textId="77777777" w:rsidR="009968CE" w:rsidRDefault="00000000">
            <w:pPr>
              <w:ind w:firstLineChars="1800" w:firstLine="4320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14:paraId="15E49D85" w14:textId="77777777" w:rsidR="009968CE" w:rsidRDefault="00000000">
            <w:pPr>
              <w:ind w:firstLineChars="1950" w:firstLine="4680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14:paraId="7E7BB966" w14:textId="77777777" w:rsidR="009968CE" w:rsidRDefault="00000000">
            <w:pPr>
              <w:ind w:firstLineChars="2000" w:firstLine="4800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</w:tbl>
    <w:p w14:paraId="561D2E04" w14:textId="77777777" w:rsidR="009968CE" w:rsidRDefault="009968CE"/>
    <w:sectPr w:rsidR="009968CE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zNiY2MyMGU1NGU3NTVkNTI3NDE4Y2Y3YmIyYTJiOWQifQ=="/>
    <w:docVar w:name="KSO_WPS_MARK_KEY" w:val="7da432d1-1288-4d89-8757-26b53e6d122a"/>
  </w:docVars>
  <w:rsids>
    <w:rsidRoot w:val="00172A27"/>
    <w:rsid w:val="00004599"/>
    <w:rsid w:val="00086E85"/>
    <w:rsid w:val="00171B73"/>
    <w:rsid w:val="00172A27"/>
    <w:rsid w:val="00202F98"/>
    <w:rsid w:val="00286081"/>
    <w:rsid w:val="0029498C"/>
    <w:rsid w:val="006632E5"/>
    <w:rsid w:val="00893A00"/>
    <w:rsid w:val="009968CE"/>
    <w:rsid w:val="009A542A"/>
    <w:rsid w:val="009D3960"/>
    <w:rsid w:val="00B02178"/>
    <w:rsid w:val="00BF4776"/>
    <w:rsid w:val="00C32010"/>
    <w:rsid w:val="00C43632"/>
    <w:rsid w:val="04713626"/>
    <w:rsid w:val="06FC3783"/>
    <w:rsid w:val="0ED27D64"/>
    <w:rsid w:val="10FD29EF"/>
    <w:rsid w:val="11CA485B"/>
    <w:rsid w:val="1AA8596B"/>
    <w:rsid w:val="1EA27A5B"/>
    <w:rsid w:val="1F945962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3CFE0C95"/>
    <w:rsid w:val="405C0C39"/>
    <w:rsid w:val="43251536"/>
    <w:rsid w:val="43523118"/>
    <w:rsid w:val="43713BB4"/>
    <w:rsid w:val="44166895"/>
    <w:rsid w:val="492D3E21"/>
    <w:rsid w:val="50AF424F"/>
    <w:rsid w:val="539551D5"/>
    <w:rsid w:val="53F058C2"/>
    <w:rsid w:val="553E5926"/>
    <w:rsid w:val="558D79A0"/>
    <w:rsid w:val="5A9F27E7"/>
    <w:rsid w:val="5B872136"/>
    <w:rsid w:val="5E35545D"/>
    <w:rsid w:val="63D15427"/>
    <w:rsid w:val="6A230A6A"/>
    <w:rsid w:val="6CF4154E"/>
    <w:rsid w:val="6EF632B8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7D7C9"/>
  <w15:docId w15:val="{4A13B981-DA0A-4E56-8ECD-EC0059B1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rFonts w:eastAsia="PMingLiU"/>
      <w:kern w:val="2"/>
      <w:sz w:val="18"/>
      <w:szCs w:val="18"/>
      <w:lang w:eastAsia="zh-TW"/>
    </w:rPr>
  </w:style>
  <w:style w:type="character" w:customStyle="1" w:styleId="a4">
    <w:name w:val="页脚 字符"/>
    <w:link w:val="a3"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117</Words>
  <Characters>673</Characters>
  <Application>Microsoft Office Word</Application>
  <DocSecurity>0</DocSecurity>
  <Lines>5</Lines>
  <Paragraphs>1</Paragraphs>
  <ScaleCrop>false</ScaleCrop>
  <Company>WwW.YlmF.CoM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hao chang</cp:lastModifiedBy>
  <cp:revision>13</cp:revision>
  <cp:lastPrinted>2016-10-29T03:00:00Z</cp:lastPrinted>
  <dcterms:created xsi:type="dcterms:W3CDTF">2014-09-29T11:49:00Z</dcterms:created>
  <dcterms:modified xsi:type="dcterms:W3CDTF">2025-03-18T01:26:00Z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748DC15A28F145AAA84E3DEE5384AF33</vt:lpwstr>
  </property>
</Properties>
</file>